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64C" w:rsidRPr="0039564C" w:rsidRDefault="0039564C">
      <w:pPr>
        <w:rPr>
          <w:b/>
          <w:color w:val="FFFEFD" w:themeColor="accent6" w:themeTint="02"/>
          <w:spacing w:val="10"/>
          <w:sz w:val="36"/>
          <w:szCs w:val="36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  <w:r>
        <w:t xml:space="preserve">                                                     </w:t>
      </w:r>
      <w:r>
        <w:rPr>
          <w:sz w:val="36"/>
          <w:szCs w:val="36"/>
        </w:rPr>
        <w:t>Rapunzel</w:t>
      </w:r>
    </w:p>
    <w:p w:rsidR="0039564C" w:rsidRPr="0039564C" w:rsidRDefault="0039564C">
      <w:r>
        <w:t xml:space="preserve">Rapunzel is a beautiful girl, but her mum wants </w:t>
      </w:r>
      <w:proofErr w:type="spellStart"/>
      <w:r>
        <w:t>ramion</w:t>
      </w:r>
      <w:proofErr w:type="spellEnd"/>
      <w:r>
        <w:t xml:space="preserve"> from the </w:t>
      </w:r>
      <w:r w:rsidR="006A602D">
        <w:t>enchantresses’ garden. The enchantress steals Rapunzel and locks Rapunzel into a tower forever. Can she get saved?</w:t>
      </w:r>
      <w:bookmarkStart w:id="0" w:name="_GoBack"/>
      <w:bookmarkEnd w:id="0"/>
      <w:r w:rsidR="006A602D">
        <w:t xml:space="preserve"> </w:t>
      </w:r>
    </w:p>
    <w:p w:rsidR="0039564C" w:rsidRDefault="0039564C">
      <w:pPr>
        <w:rPr>
          <w:sz w:val="36"/>
          <w:szCs w:val="36"/>
        </w:rPr>
      </w:pPr>
    </w:p>
    <w:p w:rsidR="00FE3DC4" w:rsidRPr="0039564C" w:rsidRDefault="006A602D">
      <w:pPr>
        <w:rPr>
          <w:color w:val="00B050"/>
          <w:sz w:val="36"/>
          <w:szCs w:val="36"/>
        </w:rPr>
      </w:pPr>
    </w:p>
    <w:sectPr w:rsidR="00FE3DC4" w:rsidRPr="003956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64C"/>
    <w:rsid w:val="002710C5"/>
    <w:rsid w:val="0039564C"/>
    <w:rsid w:val="006A602D"/>
    <w:rsid w:val="00A2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17FEEBF3</Template>
  <TotalTime>18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2011-03-31T01:22:00Z</dcterms:created>
  <dcterms:modified xsi:type="dcterms:W3CDTF">2011-03-31T01:40:00Z</dcterms:modified>
</cp:coreProperties>
</file>